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31F8D6-DD07-46B9-9E24-1975012FC971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